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30430E" w:rsidRPr="00EF7568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30430E" w:rsidRPr="00EF7568" w:rsidRDefault="00304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F7568">
              <w:rPr>
                <w:rFonts w:ascii="Times New Roman" w:hAnsi="Times New Roman" w:cs="Times New Roman"/>
              </w:rPr>
              <w:t xml:space="preserve">                                                                                 ПРИЛОЖЕНИЕ № 3</w:t>
            </w:r>
          </w:p>
          <w:p w:rsidR="0030430E" w:rsidRPr="00EF7568" w:rsidRDefault="00304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568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государственного учреждения и об использовании  закрепленного за ним государственного имущества</w:t>
            </w:r>
          </w:p>
        </w:tc>
      </w:tr>
    </w:tbl>
    <w:p w:rsidR="0030430E" w:rsidRDefault="0030430E" w:rsidP="003E26F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430E" w:rsidRDefault="0030430E" w:rsidP="003E26F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30430E" w:rsidRDefault="0030430E" w:rsidP="003E26F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30430E" w:rsidRDefault="0030430E" w:rsidP="003E26F4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работниках государственного учреждения и об уровне</w:t>
      </w:r>
    </w:p>
    <w:p w:rsidR="0030430E" w:rsidRDefault="0030430E" w:rsidP="003E26F4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оплаты труда за 2011 год</w:t>
      </w:r>
    </w:p>
    <w:p w:rsidR="0030430E" w:rsidRDefault="0030430E" w:rsidP="003E26F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40"/>
        <w:gridCol w:w="1560"/>
        <w:gridCol w:w="2016"/>
        <w:gridCol w:w="2304"/>
      </w:tblGrid>
      <w:tr w:rsidR="0030430E" w:rsidRPr="00EF7568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30430E" w:rsidRPr="00EF7568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30E" w:rsidRDefault="00304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30E" w:rsidRPr="00EF7568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30430E" w:rsidRPr="00EF756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 w:rsidP="006917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 w:rsidP="006917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0430E" w:rsidRPr="00EF7568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430E" w:rsidRPr="00EF756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EF7568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30430E" w:rsidRPr="00EF7568" w:rsidRDefault="0030430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 w:rsidP="006917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24385,00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 w:rsidP="003553C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23143,75</w:t>
            </w:r>
          </w:p>
        </w:tc>
      </w:tr>
      <w:tr w:rsidR="0030430E" w:rsidRPr="00EF756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24385,00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 w:rsidP="003553C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23143,75</w:t>
            </w:r>
          </w:p>
        </w:tc>
      </w:tr>
      <w:tr w:rsidR="0030430E" w:rsidRPr="00EF756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Pr="00EF7568" w:rsidRDefault="0030430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68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30E" w:rsidRDefault="0030430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430E" w:rsidRDefault="0030430E" w:rsidP="003E26F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Т.И.Гудкова</w:t>
      </w:r>
    </w:p>
    <w:p w:rsidR="0030430E" w:rsidRDefault="0030430E" w:rsidP="003E26F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0430E" w:rsidRDefault="0030430E" w:rsidP="0069171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главный бухгалтер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С.В.Бондарюк</w:t>
      </w:r>
      <w:bookmarkStart w:id="2" w:name="_GoBack"/>
      <w:bookmarkEnd w:id="2"/>
    </w:p>
    <w:p w:rsidR="0030430E" w:rsidRDefault="0030430E" w:rsidP="006052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8 861 58 2 40 24</w:t>
      </w:r>
    </w:p>
    <w:p w:rsidR="0030430E" w:rsidRPr="002D5530" w:rsidRDefault="0030430E" w:rsidP="0069171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sectPr w:rsidR="0030430E" w:rsidRPr="002D5530" w:rsidSect="000F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317"/>
    <w:rsid w:val="000F05ED"/>
    <w:rsid w:val="001D4317"/>
    <w:rsid w:val="002D5530"/>
    <w:rsid w:val="0030430E"/>
    <w:rsid w:val="003553CF"/>
    <w:rsid w:val="003E26F4"/>
    <w:rsid w:val="00605286"/>
    <w:rsid w:val="006708D8"/>
    <w:rsid w:val="00691717"/>
    <w:rsid w:val="007215E3"/>
    <w:rsid w:val="00A81230"/>
    <w:rsid w:val="00E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8D8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08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708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6708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159</Words>
  <Characters>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5</cp:revision>
  <dcterms:created xsi:type="dcterms:W3CDTF">2013-03-04T06:49:00Z</dcterms:created>
  <dcterms:modified xsi:type="dcterms:W3CDTF">2013-03-05T11:40:00Z</dcterms:modified>
</cp:coreProperties>
</file>