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466" w:rsidRDefault="00546466" w:rsidP="003F07EE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ПРИЛОЖЕНИЕ №2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</w:tblGrid>
      <w:tr w:rsidR="00546466" w:rsidRPr="004333B9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</w:tcPr>
          <w:p w:rsidR="00546466" w:rsidRPr="004333B9" w:rsidRDefault="00546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3B9">
              <w:rPr>
                <w:rFonts w:ascii="Times New Roman" w:hAnsi="Times New Roman" w:cs="Times New Roman"/>
              </w:rPr>
              <w:t>к Порядку составления и  утверждения  отчета о результатах деятельности государственного учреждения и об использовании  закрепленного за ним государственн</w:t>
            </w:r>
            <w:bookmarkStart w:id="0" w:name="_GoBack"/>
            <w:bookmarkEnd w:id="0"/>
            <w:r w:rsidRPr="004333B9">
              <w:rPr>
                <w:rFonts w:ascii="Times New Roman" w:hAnsi="Times New Roman" w:cs="Times New Roman"/>
              </w:rPr>
              <w:t>ого имущества</w:t>
            </w:r>
          </w:p>
        </w:tc>
      </w:tr>
    </w:tbl>
    <w:p w:rsidR="00546466" w:rsidRDefault="00546466" w:rsidP="003F07E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546466" w:rsidRDefault="00546466" w:rsidP="003F07EE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546466" w:rsidRDefault="00546466" w:rsidP="003F07EE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546466" w:rsidRDefault="00546466" w:rsidP="003F07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по оказанию государственной услуги за 2011  год</w:t>
      </w:r>
    </w:p>
    <w:p w:rsidR="00546466" w:rsidRDefault="00546466" w:rsidP="003F07EE">
      <w:pPr>
        <w:jc w:val="center"/>
        <w:rPr>
          <w:rFonts w:ascii="Times New Roman" w:hAnsi="Times New Roman" w:cs="Times New Roman"/>
        </w:rPr>
      </w:pPr>
    </w:p>
    <w:p w:rsidR="00546466" w:rsidRDefault="00546466" w:rsidP="003F07EE">
      <w:pPr>
        <w:pStyle w:val="ConsPlusTitle"/>
        <w:widowControl/>
        <w:jc w:val="center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546466" w:rsidRDefault="00546466" w:rsidP="003F07EE">
      <w:pPr>
        <w:pStyle w:val="ConsPlusTitle"/>
        <w:widowControl/>
        <w:jc w:val="center"/>
        <w:rPr>
          <w:b w:val="0"/>
          <w:bCs w:val="0"/>
          <w:sz w:val="26"/>
          <w:szCs w:val="26"/>
        </w:rPr>
      </w:pPr>
    </w:p>
    <w:tbl>
      <w:tblPr>
        <w:tblW w:w="9720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4678"/>
        <w:gridCol w:w="1276"/>
        <w:gridCol w:w="1276"/>
        <w:gridCol w:w="1275"/>
        <w:gridCol w:w="1215"/>
      </w:tblGrid>
      <w:tr w:rsidR="00546466" w:rsidRPr="004333B9">
        <w:trPr>
          <w:cantSplit/>
          <w:trHeight w:val="31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50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 и беспризорности несовершеннолетних, обеспечение временного проживания, социальной помощи и социальной реабилитации несовершеннолетних, оказавшихся в трудной жизненной ситуации</w:t>
            </w:r>
          </w:p>
        </w:tc>
      </w:tr>
      <w:tr w:rsidR="00546466" w:rsidRPr="004333B9">
        <w:trPr>
          <w:cantSplit/>
          <w:trHeight w:val="48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50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стандарт Российской Федерации от 30  декабря 2005 года «Социальное обслуживание населения. Система качества учреждений социального обслуживания»  ГОСТ Р 52497-2005</w:t>
            </w:r>
          </w:p>
        </w:tc>
      </w:tr>
      <w:tr w:rsidR="00546466" w:rsidRPr="004333B9">
        <w:trPr>
          <w:cantSplit/>
          <w:trHeight w:val="360"/>
        </w:trPr>
        <w:tc>
          <w:tcPr>
            <w:tcW w:w="46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  <w:p w:rsidR="00546466" w:rsidRDefault="0054646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 w:rsidR="00546466" w:rsidRPr="004333B9">
        <w:trPr>
          <w:cantSplit/>
          <w:trHeight w:val="360"/>
        </w:trPr>
        <w:tc>
          <w:tcPr>
            <w:tcW w:w="46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466" w:rsidRDefault="00546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546466" w:rsidRPr="004333B9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3B9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546466" w:rsidRPr="004333B9" w:rsidRDefault="0054646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3B9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</w:t>
            </w:r>
          </w:p>
        </w:tc>
      </w:tr>
      <w:tr w:rsidR="00546466" w:rsidRPr="004333B9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66" w:rsidRPr="004333B9" w:rsidRDefault="00546466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4333B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</w:t>
            </w:r>
          </w:p>
        </w:tc>
      </w:tr>
      <w:tr w:rsidR="00546466" w:rsidRPr="004333B9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66" w:rsidRPr="004333B9" w:rsidRDefault="00546466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4333B9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46466" w:rsidRPr="004333B9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66" w:rsidRPr="004333B9" w:rsidRDefault="00546466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4333B9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46466" w:rsidRPr="004333B9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66" w:rsidRPr="004333B9" w:rsidRDefault="0054646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3B9">
              <w:rPr>
                <w:rFonts w:ascii="Times New Roman" w:hAnsi="Times New Roman" w:cs="Times New Roman"/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12765242,90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12765242,90</w:t>
            </w:r>
          </w:p>
        </w:tc>
      </w:tr>
      <w:tr w:rsidR="00546466" w:rsidRPr="004333B9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66" w:rsidRPr="004333B9" w:rsidRDefault="0054646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3B9">
              <w:rPr>
                <w:rFonts w:ascii="Times New Roman" w:hAnsi="Times New Roman" w:cs="Times New Roman"/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12765242,90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12765242,90</w:t>
            </w:r>
          </w:p>
        </w:tc>
      </w:tr>
      <w:tr w:rsidR="00546466" w:rsidRPr="004333B9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66" w:rsidRPr="004333B9" w:rsidRDefault="0054646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3B9">
              <w:rPr>
                <w:rFonts w:ascii="Times New Roman" w:hAnsi="Times New Roman" w:cs="Times New Roman"/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12765242,90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12765242,90</w:t>
            </w:r>
          </w:p>
        </w:tc>
      </w:tr>
      <w:tr w:rsidR="00546466" w:rsidRPr="004333B9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66" w:rsidRPr="004333B9" w:rsidRDefault="0054646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3B9">
              <w:rPr>
                <w:rFonts w:ascii="Times New Roman" w:hAnsi="Times New Roman" w:cs="Times New Roman"/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6466" w:rsidRPr="004333B9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66" w:rsidRPr="004333B9" w:rsidRDefault="0054646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3B9">
              <w:rPr>
                <w:rFonts w:ascii="Times New Roman" w:hAnsi="Times New Roman" w:cs="Times New Roman"/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6466" w:rsidRPr="004333B9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66" w:rsidRPr="004333B9" w:rsidRDefault="0054646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3B9">
              <w:rPr>
                <w:rFonts w:ascii="Times New Roman" w:hAnsi="Times New Roman" w:cs="Times New Roman"/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х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6466" w:rsidRPr="004333B9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66" w:rsidRPr="004333B9" w:rsidRDefault="0054646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3B9">
              <w:rPr>
                <w:rFonts w:ascii="Times New Roman" w:hAnsi="Times New Roman" w:cs="Times New Roman"/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466" w:rsidRDefault="0054646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46466" w:rsidRDefault="00546466" w:rsidP="003F07E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46466" w:rsidRDefault="00546466" w:rsidP="003F07EE">
      <w:pPr>
        <w:pStyle w:val="ConsPlusNonformat"/>
        <w:widowControl/>
        <w:rPr>
          <w:rFonts w:ascii="Times New Roman" w:hAnsi="Times New Roman" w:cs="Times New Roman"/>
        </w:rPr>
      </w:pPr>
    </w:p>
    <w:p w:rsidR="00546466" w:rsidRDefault="00546466" w:rsidP="003F07E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учреждения                                                 </w:t>
      </w:r>
    </w:p>
    <w:p w:rsidR="00546466" w:rsidRDefault="00546466" w:rsidP="003F07E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____________________ </w:t>
      </w:r>
      <w:r>
        <w:rPr>
          <w:sz w:val="28"/>
          <w:szCs w:val="28"/>
        </w:rPr>
        <w:t xml:space="preserve">__________ </w:t>
      </w:r>
      <w:r>
        <w:rPr>
          <w:rFonts w:ascii="Times New Roman" w:hAnsi="Times New Roman" w:cs="Times New Roman"/>
          <w:sz w:val="28"/>
          <w:szCs w:val="28"/>
        </w:rPr>
        <w:t>Конохова Т.Н.</w:t>
      </w:r>
    </w:p>
    <w:p w:rsidR="00546466" w:rsidRDefault="00546466" w:rsidP="003F07E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(должность)                    (подпись)             (расшифровка подписи)   </w:t>
      </w:r>
    </w:p>
    <w:p w:rsidR="00546466" w:rsidRDefault="00546466" w:rsidP="003F07E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46466" w:rsidRDefault="00546466" w:rsidP="003F07E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Руководитель ЦБ              ___________                                             Гудкова Т.И.</w:t>
      </w:r>
    </w:p>
    <w:p w:rsidR="00546466" w:rsidRDefault="00546466" w:rsidP="003F07E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               (расшифровка подписи)</w:t>
      </w:r>
    </w:p>
    <w:p w:rsidR="00546466" w:rsidRDefault="00546466" w:rsidP="003F07EE">
      <w:pPr>
        <w:pStyle w:val="ConsPlusNonformat"/>
        <w:widowControl/>
        <w:rPr>
          <w:rFonts w:cs="Times New Roman"/>
        </w:rPr>
      </w:pPr>
    </w:p>
    <w:p w:rsidR="00546466" w:rsidRDefault="00546466" w:rsidP="003F07EE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- </w:t>
      </w:r>
      <w:r>
        <w:rPr>
          <w:rFonts w:ascii="Times New Roman" w:hAnsi="Times New Roman" w:cs="Times New Roman"/>
        </w:rPr>
        <w:t xml:space="preserve">ведущий специалист, </w:t>
      </w:r>
    </w:p>
    <w:p w:rsidR="00546466" w:rsidRDefault="00546466" w:rsidP="003F07E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экономист</w:t>
      </w:r>
      <w:r>
        <w:t xml:space="preserve">                ______________      </w:t>
      </w:r>
      <w:r>
        <w:rPr>
          <w:rFonts w:ascii="Times New Roman" w:hAnsi="Times New Roman" w:cs="Times New Roman"/>
          <w:sz w:val="28"/>
          <w:szCs w:val="28"/>
        </w:rPr>
        <w:t>Волчкевич Т.Н.</w:t>
      </w:r>
    </w:p>
    <w:p w:rsidR="00546466" w:rsidRDefault="00546466" w:rsidP="003F07E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8(86158)31553</w:t>
      </w:r>
    </w:p>
    <w:p w:rsidR="00546466" w:rsidRDefault="00546466" w:rsidP="003F07EE">
      <w:pPr>
        <w:pStyle w:val="ConsPlusNonformat"/>
        <w:widowControl/>
        <w:rPr>
          <w:rFonts w:ascii="Times New Roman" w:hAnsi="Times New Roman" w:cs="Times New Roman"/>
        </w:rPr>
      </w:pPr>
    </w:p>
    <w:p w:rsidR="00546466" w:rsidRDefault="00546466" w:rsidP="003F07EE">
      <w:pPr>
        <w:pStyle w:val="ConsPlusNonformat"/>
        <w:widowControl/>
        <w:rPr>
          <w:rFonts w:ascii="Times New Roman" w:hAnsi="Times New Roman" w:cs="Times New Roman"/>
        </w:rPr>
      </w:pPr>
    </w:p>
    <w:p w:rsidR="00546466" w:rsidRDefault="00546466" w:rsidP="003F07EE">
      <w:pPr>
        <w:pStyle w:val="ConsPlusNonformat"/>
        <w:widowControl/>
        <w:rPr>
          <w:rFonts w:ascii="Times New Roman" w:hAnsi="Times New Roman" w:cs="Times New Roman"/>
        </w:rPr>
      </w:pPr>
    </w:p>
    <w:p w:rsidR="00546466" w:rsidRDefault="00546466" w:rsidP="003F07EE">
      <w:pPr>
        <w:pStyle w:val="ConsPlusNonformat"/>
        <w:widowControl/>
        <w:rPr>
          <w:rFonts w:ascii="Times New Roman" w:hAnsi="Times New Roman" w:cs="Times New Roman"/>
        </w:rPr>
      </w:pPr>
    </w:p>
    <w:p w:rsidR="00546466" w:rsidRDefault="00546466" w:rsidP="003F07EE">
      <w:pPr>
        <w:pStyle w:val="ConsPlusNonformat"/>
        <w:widowControl/>
        <w:rPr>
          <w:rFonts w:ascii="Times New Roman" w:hAnsi="Times New Roman" w:cs="Times New Roman"/>
        </w:rPr>
      </w:pPr>
    </w:p>
    <w:p w:rsidR="00546466" w:rsidRPr="004A5795" w:rsidRDefault="00546466" w:rsidP="008911B2">
      <w:pPr>
        <w:autoSpaceDE w:val="0"/>
        <w:jc w:val="center"/>
        <w:rPr>
          <w:rFonts w:ascii="Times New Roman" w:hAnsi="Times New Roman" w:cs="Times New Roman"/>
        </w:rPr>
      </w:pPr>
    </w:p>
    <w:p w:rsidR="00546466" w:rsidRDefault="00546466" w:rsidP="008911B2">
      <w:pPr>
        <w:autoSpaceDE w:val="0"/>
        <w:jc w:val="center"/>
        <w:rPr>
          <w:rFonts w:cs="Times New Roman"/>
          <w:sz w:val="26"/>
          <w:szCs w:val="26"/>
        </w:rPr>
      </w:pPr>
    </w:p>
    <w:p w:rsidR="00546466" w:rsidRDefault="00546466" w:rsidP="008911B2">
      <w:pPr>
        <w:autoSpaceDE w:val="0"/>
        <w:jc w:val="center"/>
        <w:rPr>
          <w:rFonts w:cs="Times New Roman"/>
          <w:sz w:val="26"/>
          <w:szCs w:val="26"/>
        </w:rPr>
      </w:pPr>
    </w:p>
    <w:sectPr w:rsidR="00546466" w:rsidSect="00014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2120"/>
    <w:rsid w:val="00014C80"/>
    <w:rsid w:val="000D6761"/>
    <w:rsid w:val="003F07EE"/>
    <w:rsid w:val="004333B9"/>
    <w:rsid w:val="004A5795"/>
    <w:rsid w:val="00546466"/>
    <w:rsid w:val="008911B2"/>
    <w:rsid w:val="00D92120"/>
    <w:rsid w:val="00E6063D"/>
    <w:rsid w:val="00E95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1B2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11B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911B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3F07E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26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390</Words>
  <Characters>2229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USZN</cp:lastModifiedBy>
  <cp:revision>4</cp:revision>
  <dcterms:created xsi:type="dcterms:W3CDTF">2013-03-04T06:58:00Z</dcterms:created>
  <dcterms:modified xsi:type="dcterms:W3CDTF">2013-03-05T11:48:00Z</dcterms:modified>
</cp:coreProperties>
</file>