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1BD" w:rsidRDefault="00B921BD" w:rsidP="002C56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921BD" w:rsidRPr="002C5661" w:rsidRDefault="00B921BD" w:rsidP="002C56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>об изменениях балансовой (остаточной) стоимости нефинансовых активов, дебиторской и кр</w:t>
      </w:r>
      <w:r>
        <w:rPr>
          <w:rFonts w:ascii="Times New Roman" w:hAnsi="Times New Roman" w:cs="Times New Roman"/>
          <w:sz w:val="28"/>
          <w:szCs w:val="28"/>
        </w:rPr>
        <w:t>едиторской задолженности за 2011</w:t>
      </w:r>
      <w:r w:rsidRPr="002C56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921BD" w:rsidRPr="002C5661" w:rsidRDefault="00B921BD" w:rsidP="007975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61">
        <w:rPr>
          <w:rFonts w:ascii="Times New Roman" w:hAnsi="Times New Roman" w:cs="Times New Roman"/>
          <w:sz w:val="28"/>
          <w:szCs w:val="28"/>
        </w:rPr>
        <w:t xml:space="preserve">коп. </w:t>
      </w:r>
    </w:p>
    <w:tbl>
      <w:tblPr>
        <w:tblW w:w="9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761"/>
        <w:gridCol w:w="1842"/>
        <w:gridCol w:w="1095"/>
      </w:tblGrid>
      <w:tr w:rsidR="00B921BD" w:rsidRPr="003853EC">
        <w:trPr>
          <w:trHeight w:val="858"/>
        </w:trPr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61" w:type="dxa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842" w:type="dxa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095" w:type="dxa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(%)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Балансовая (остаточная) стоимость нефинансовых активов</w:t>
            </w:r>
          </w:p>
        </w:tc>
        <w:tc>
          <w:tcPr>
            <w:tcW w:w="1761" w:type="dxa"/>
            <w:vAlign w:val="center"/>
          </w:tcPr>
          <w:p w:rsidR="00B921BD" w:rsidRPr="003853EC" w:rsidRDefault="001C001E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3359858,30 /</w:t>
            </w:r>
            <w:r w:rsidR="00B921BD" w:rsidRPr="003853EC">
              <w:rPr>
                <w:rFonts w:ascii="Times New Roman" w:hAnsi="Times New Roman" w:cs="Times New Roman"/>
                <w:sz w:val="28"/>
                <w:szCs w:val="28"/>
              </w:rPr>
              <w:t>1741766,87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3450451,26</w:t>
            </w:r>
          </w:p>
          <w:p w:rsidR="00B921BD" w:rsidRPr="003853EC" w:rsidRDefault="001C001E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B921BD" w:rsidRPr="003853EC">
              <w:rPr>
                <w:rFonts w:ascii="Times New Roman" w:hAnsi="Times New Roman" w:cs="Times New Roman"/>
                <w:sz w:val="28"/>
                <w:szCs w:val="28"/>
              </w:rPr>
              <w:t>1562909,43)</w:t>
            </w:r>
          </w:p>
        </w:tc>
        <w:tc>
          <w:tcPr>
            <w:tcW w:w="1095" w:type="dxa"/>
            <w:vAlign w:val="center"/>
          </w:tcPr>
          <w:p w:rsidR="00B921BD" w:rsidRPr="003853EC" w:rsidRDefault="001C001E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+2,70/--10,27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Объем дебиторской задолженности на конец периода, всего, в т.ч.: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по доходам (поступлениям)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по выплатам (расходам)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прочая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6605,64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7192,60</w:t>
            </w:r>
          </w:p>
        </w:tc>
        <w:tc>
          <w:tcPr>
            <w:tcW w:w="1095" w:type="dxa"/>
            <w:vAlign w:val="center"/>
          </w:tcPr>
          <w:p w:rsidR="00B921BD" w:rsidRPr="003853EC" w:rsidRDefault="001C001E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8,88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ind w:left="480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921BD" w:rsidRPr="003853EC">
        <w:tc>
          <w:tcPr>
            <w:tcW w:w="5010" w:type="dxa"/>
          </w:tcPr>
          <w:p w:rsidR="00B921BD" w:rsidRPr="003853EC" w:rsidRDefault="00B921BD" w:rsidP="002C566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61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center"/>
          </w:tcPr>
          <w:p w:rsidR="00B921BD" w:rsidRPr="003853EC" w:rsidRDefault="00B921BD" w:rsidP="002C5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3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921BD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21BD" w:rsidRPr="002C5661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21BD" w:rsidRPr="002C5661" w:rsidRDefault="00B921BD" w:rsidP="002C56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>Руководитель бухгалтерии                             __________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2C5661">
        <w:rPr>
          <w:rFonts w:ascii="Times New Roman" w:hAnsi="Times New Roman" w:cs="Times New Roman"/>
          <w:sz w:val="28"/>
          <w:szCs w:val="28"/>
        </w:rPr>
        <w:t>С.В.Сосницкая</w:t>
      </w:r>
      <w:proofErr w:type="spellEnd"/>
      <w:r w:rsidRPr="002C5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1BD" w:rsidRPr="002C5661" w:rsidRDefault="00B921BD" w:rsidP="002C56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61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B921BD" w:rsidRPr="002C5661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Начальник отдела, главный бухгалтер          </w:t>
      </w:r>
      <w:r>
        <w:rPr>
          <w:rFonts w:ascii="Times New Roman" w:hAnsi="Times New Roman" w:cs="Times New Roman"/>
          <w:sz w:val="28"/>
          <w:szCs w:val="28"/>
        </w:rPr>
        <w:t xml:space="preserve">__________                  </w:t>
      </w:r>
      <w:r w:rsidRPr="002C5661">
        <w:rPr>
          <w:rFonts w:ascii="Times New Roman" w:hAnsi="Times New Roman" w:cs="Times New Roman"/>
          <w:sz w:val="28"/>
          <w:szCs w:val="28"/>
        </w:rPr>
        <w:t>Е.М.Спутай</w:t>
      </w:r>
    </w:p>
    <w:p w:rsidR="00B921BD" w:rsidRPr="002C5661" w:rsidRDefault="00B921BD" w:rsidP="002C56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C5661">
        <w:rPr>
          <w:rFonts w:ascii="Times New Roman" w:hAnsi="Times New Roman" w:cs="Times New Roman"/>
          <w:sz w:val="28"/>
          <w:szCs w:val="28"/>
        </w:rPr>
        <w:t xml:space="preserve">(подпись)                  </w:t>
      </w:r>
    </w:p>
    <w:p w:rsidR="00B921BD" w:rsidRPr="002C5661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921BD" w:rsidRPr="002C5661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>Исполнитель: начальник отдела, главный бухгалтер        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C5661">
        <w:rPr>
          <w:rFonts w:ascii="Times New Roman" w:hAnsi="Times New Roman" w:cs="Times New Roman"/>
          <w:sz w:val="28"/>
          <w:szCs w:val="28"/>
        </w:rPr>
        <w:t>Е.М.Спутай</w:t>
      </w:r>
    </w:p>
    <w:p w:rsidR="00B921BD" w:rsidRPr="002C5661" w:rsidRDefault="00B921BD" w:rsidP="002C56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>Телефон: 8 (86133) 4-09-82</w:t>
      </w:r>
    </w:p>
    <w:p w:rsidR="00B921BD" w:rsidRPr="002C5661" w:rsidRDefault="00B921BD" w:rsidP="002C5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B921BD" w:rsidRDefault="00B921BD" w:rsidP="002C5661">
      <w:pPr>
        <w:spacing w:after="0"/>
      </w:pPr>
      <w:r>
        <w:t xml:space="preserve">                                                                                              </w:t>
      </w:r>
    </w:p>
    <w:p w:rsidR="00B921BD" w:rsidRDefault="00B921BD" w:rsidP="002C5661"/>
    <w:p w:rsidR="00B921BD" w:rsidRDefault="00B921BD" w:rsidP="002C5661"/>
    <w:p w:rsidR="00B921BD" w:rsidRDefault="00B921BD" w:rsidP="002C5661"/>
    <w:p w:rsidR="00B921BD" w:rsidRDefault="00B921BD" w:rsidP="002C5661"/>
    <w:p w:rsidR="00B921BD" w:rsidRDefault="00B921BD" w:rsidP="002C5661">
      <w:r>
        <w:t xml:space="preserve">                                                                        </w:t>
      </w:r>
    </w:p>
    <w:p w:rsidR="00B921BD" w:rsidRDefault="00B921BD">
      <w:r>
        <w:t xml:space="preserve">                     </w:t>
      </w:r>
    </w:p>
    <w:sectPr w:rsidR="00B921BD" w:rsidSect="006E6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661"/>
    <w:rsid w:val="00074DC5"/>
    <w:rsid w:val="00112367"/>
    <w:rsid w:val="001C001E"/>
    <w:rsid w:val="002C5661"/>
    <w:rsid w:val="003853EC"/>
    <w:rsid w:val="006E62CB"/>
    <w:rsid w:val="006F0F20"/>
    <w:rsid w:val="00797504"/>
    <w:rsid w:val="00B921BD"/>
    <w:rsid w:val="00C5598E"/>
    <w:rsid w:val="00D543A6"/>
    <w:rsid w:val="00E2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C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566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1611</Characters>
  <Application>Microsoft Office Word</Application>
  <DocSecurity>0</DocSecurity>
  <Lines>13</Lines>
  <Paragraphs>3</Paragraphs>
  <ScaleCrop>false</ScaleCrop>
  <Company>BUH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6</cp:revision>
  <dcterms:created xsi:type="dcterms:W3CDTF">2013-03-04T08:59:00Z</dcterms:created>
  <dcterms:modified xsi:type="dcterms:W3CDTF">2013-03-05T07:51:00Z</dcterms:modified>
</cp:coreProperties>
</file>