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98" w:rsidRPr="006C6803" w:rsidRDefault="00AA0898" w:rsidP="006C68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803">
        <w:rPr>
          <w:rFonts w:ascii="Times New Roman" w:hAnsi="Times New Roman" w:cs="Times New Roman"/>
          <w:b/>
          <w:bCs/>
          <w:sz w:val="28"/>
          <w:szCs w:val="28"/>
        </w:rPr>
        <w:t>Отчет о финансово-хозяйственной деятельности</w:t>
      </w:r>
    </w:p>
    <w:p w:rsidR="00AA0898" w:rsidRPr="006C6803" w:rsidRDefault="00AA0898" w:rsidP="006C68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803">
        <w:rPr>
          <w:rFonts w:ascii="Times New Roman" w:hAnsi="Times New Roman" w:cs="Times New Roman"/>
          <w:b/>
          <w:bCs/>
          <w:sz w:val="28"/>
          <w:szCs w:val="28"/>
        </w:rPr>
        <w:t>государственного учреждения</w:t>
      </w:r>
    </w:p>
    <w:p w:rsidR="00AA0898" w:rsidRPr="006C6803" w:rsidRDefault="00AA0898" w:rsidP="006C68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C6803">
        <w:rPr>
          <w:rFonts w:ascii="Times New Roman" w:hAnsi="Times New Roman" w:cs="Times New Roman"/>
          <w:b/>
          <w:bCs/>
          <w:sz w:val="28"/>
          <w:szCs w:val="28"/>
          <w:u w:val="single"/>
        </w:rPr>
        <w:t>ГКУ СО КК «Анапский СРЦН «НИКА»</w:t>
      </w:r>
    </w:p>
    <w:p w:rsidR="00AA0898" w:rsidRPr="006C6803" w:rsidRDefault="00AA0898" w:rsidP="006C6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0898" w:rsidRPr="006C6803" w:rsidRDefault="00AA0898" w:rsidP="006C6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803">
        <w:rPr>
          <w:rFonts w:ascii="Times New Roman" w:hAnsi="Times New Roman" w:cs="Times New Roman"/>
          <w:sz w:val="28"/>
          <w:szCs w:val="28"/>
        </w:rPr>
        <w:t>Общие сведения о го</w:t>
      </w:r>
      <w:r>
        <w:rPr>
          <w:rFonts w:ascii="Times New Roman" w:hAnsi="Times New Roman" w:cs="Times New Roman"/>
          <w:sz w:val="28"/>
          <w:szCs w:val="28"/>
        </w:rPr>
        <w:t>сударственном учреждении за 2011</w:t>
      </w:r>
      <w:r w:rsidRPr="006C6803">
        <w:rPr>
          <w:rFonts w:ascii="Times New Roman" w:hAnsi="Times New Roman" w:cs="Times New Roman"/>
          <w:sz w:val="28"/>
          <w:szCs w:val="28"/>
        </w:rPr>
        <w:t xml:space="preserve"> год                  </w:t>
      </w:r>
    </w:p>
    <w:p w:rsidR="00AA0898" w:rsidRPr="006C6803" w:rsidRDefault="00AA0898" w:rsidP="006C68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C68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AA0898" w:rsidRPr="00535043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социального обслуживания Краснодарского края «Анапский социально-реабилитационный центр для несовершеннолетних «НИКА»</w:t>
            </w:r>
          </w:p>
        </w:tc>
      </w:tr>
      <w:tr w:rsidR="00AA0898" w:rsidRPr="0053504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ГКУ СО КК</w:t>
            </w:r>
          </w:p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«Анапский СРЦН «НИКА»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 xml:space="preserve">Место нахождения государственного </w:t>
            </w:r>
          </w:p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Краснодарский край, Анапский район, с. Юровка, ул. Молодежная, дом 1а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адрес государственного </w:t>
            </w:r>
          </w:p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353425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 xml:space="preserve"> Краснодарский край,</w:t>
            </w:r>
          </w:p>
          <w:p w:rsidR="00AA089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Анапский район, с. Юровка,</w:t>
            </w:r>
          </w:p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ул. Молодежная,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дом 1а</w:t>
            </w:r>
          </w:p>
        </w:tc>
      </w:tr>
      <w:tr w:rsidR="00AA0898" w:rsidRPr="0053504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2009 год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руководителя, </w:t>
            </w:r>
          </w:p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Ефименко Валентина Дмитриевна,</w:t>
            </w:r>
          </w:p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телефон 8 (86133) 95-3-49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 xml:space="preserve">Устав ГКУ СО КК «Анапский СРЦН «НИКА», утвержденный приказом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департамента социальной защиты населения Краснодарского края </w:t>
            </w:r>
          </w:p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от 12.01.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г. № 8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1092301000626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2301070598</w:t>
            </w:r>
          </w:p>
        </w:tc>
      </w:tr>
      <w:tr w:rsidR="00AA0898" w:rsidRPr="0053504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Код причины постановки на учет автономного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230101001</w:t>
            </w:r>
          </w:p>
        </w:tc>
      </w:tr>
      <w:tr w:rsidR="00AA0898" w:rsidRPr="00535043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85.31</w:t>
            </w:r>
          </w:p>
        </w:tc>
      </w:tr>
      <w:tr w:rsidR="00AA0898" w:rsidRPr="00535043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535043" w:rsidRDefault="00AA0898" w:rsidP="006C68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043">
              <w:rPr>
                <w:rFonts w:ascii="Times New Roman" w:hAnsi="Times New Roman" w:cs="Times New Roman"/>
                <w:sz w:val="26"/>
                <w:szCs w:val="26"/>
              </w:rPr>
              <w:t>Перечень филиалов  автономного учреждения на территории  Краснодарского края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0898" w:rsidRPr="00A92808" w:rsidRDefault="00AA0898" w:rsidP="00182D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80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A0898" w:rsidRPr="006C6803" w:rsidRDefault="00AA0898" w:rsidP="006C68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A0898" w:rsidRPr="006C6803" w:rsidRDefault="00AA0898" w:rsidP="006C68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6C6803">
        <w:rPr>
          <w:rFonts w:ascii="Times New Roman" w:hAnsi="Times New Roman" w:cs="Times New Roman"/>
          <w:sz w:val="28"/>
          <w:szCs w:val="28"/>
        </w:rPr>
        <w:t xml:space="preserve"> учреждения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C680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В.Д.Ефименко</w:t>
      </w:r>
      <w:r w:rsidRPr="006C68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898" w:rsidRDefault="00AA0898" w:rsidP="006C68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(</w:t>
      </w:r>
      <w:r w:rsidRPr="006C6803">
        <w:rPr>
          <w:rFonts w:ascii="Times New Roman" w:hAnsi="Times New Roman" w:cs="Times New Roman"/>
          <w:sz w:val="28"/>
          <w:szCs w:val="28"/>
        </w:rPr>
        <w:t>подпись)</w:t>
      </w:r>
    </w:p>
    <w:p w:rsidR="00AA0898" w:rsidRPr="006C6803" w:rsidRDefault="00AA0898" w:rsidP="006C68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C6803">
        <w:rPr>
          <w:rFonts w:ascii="Times New Roman" w:hAnsi="Times New Roman" w:cs="Times New Roman"/>
          <w:sz w:val="28"/>
          <w:szCs w:val="28"/>
        </w:rPr>
        <w:t>Начальн</w:t>
      </w:r>
      <w:r>
        <w:rPr>
          <w:rFonts w:ascii="Times New Roman" w:hAnsi="Times New Roman" w:cs="Times New Roman"/>
          <w:sz w:val="28"/>
          <w:szCs w:val="28"/>
        </w:rPr>
        <w:t xml:space="preserve">ик отдела, главный бухгалтер   </w:t>
      </w:r>
      <w:r w:rsidRPr="006C680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_________                         </w:t>
      </w:r>
      <w:r w:rsidRPr="006C6803">
        <w:rPr>
          <w:rFonts w:ascii="Times New Roman" w:hAnsi="Times New Roman" w:cs="Times New Roman"/>
          <w:sz w:val="28"/>
          <w:szCs w:val="28"/>
        </w:rPr>
        <w:t>Е.М.Спутай</w:t>
      </w:r>
    </w:p>
    <w:p w:rsidR="00AA0898" w:rsidRPr="006C6803" w:rsidRDefault="00AA0898" w:rsidP="006C680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C68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C6803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AA0898" w:rsidRPr="006C6803" w:rsidRDefault="00AA0898" w:rsidP="006C68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C6803">
        <w:rPr>
          <w:rFonts w:ascii="Times New Roman" w:hAnsi="Times New Roman" w:cs="Times New Roman"/>
          <w:sz w:val="28"/>
          <w:szCs w:val="28"/>
        </w:rPr>
        <w:t>Исполнитель: начальник отдела, главный бухгалтер        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C6803">
        <w:rPr>
          <w:rFonts w:ascii="Times New Roman" w:hAnsi="Times New Roman" w:cs="Times New Roman"/>
          <w:sz w:val="28"/>
          <w:szCs w:val="28"/>
        </w:rPr>
        <w:t>Е.М.Спутай</w:t>
      </w:r>
    </w:p>
    <w:p w:rsidR="00AA0898" w:rsidRPr="006C6803" w:rsidRDefault="00AA0898" w:rsidP="006C68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C6803">
        <w:rPr>
          <w:rFonts w:ascii="Times New Roman" w:hAnsi="Times New Roman" w:cs="Times New Roman"/>
          <w:sz w:val="28"/>
          <w:szCs w:val="28"/>
        </w:rPr>
        <w:t>Телефон: 8 (86133) 4-09-82</w:t>
      </w:r>
    </w:p>
    <w:p w:rsidR="00AA0898" w:rsidRPr="006C6803" w:rsidRDefault="00AA0898" w:rsidP="006C68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A0898" w:rsidRPr="006C6803" w:rsidSect="00747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803"/>
    <w:rsid w:val="000A79E8"/>
    <w:rsid w:val="00182D47"/>
    <w:rsid w:val="00535043"/>
    <w:rsid w:val="00544F88"/>
    <w:rsid w:val="006C6803"/>
    <w:rsid w:val="0073115F"/>
    <w:rsid w:val="00747979"/>
    <w:rsid w:val="00947623"/>
    <w:rsid w:val="009C2B97"/>
    <w:rsid w:val="009E440F"/>
    <w:rsid w:val="00A73FF7"/>
    <w:rsid w:val="00A7426D"/>
    <w:rsid w:val="00A92808"/>
    <w:rsid w:val="00AA0898"/>
    <w:rsid w:val="00B46D62"/>
    <w:rsid w:val="00BC7E6B"/>
    <w:rsid w:val="00C24AD0"/>
    <w:rsid w:val="00CE6854"/>
    <w:rsid w:val="00D04BC5"/>
    <w:rsid w:val="00EC4BF8"/>
    <w:rsid w:val="00F63A91"/>
    <w:rsid w:val="00FC0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97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C68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680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39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360</Words>
  <Characters>2056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11</cp:revision>
  <dcterms:created xsi:type="dcterms:W3CDTF">2013-03-04T09:04:00Z</dcterms:created>
  <dcterms:modified xsi:type="dcterms:W3CDTF">2013-03-05T08:47:00Z</dcterms:modified>
</cp:coreProperties>
</file>